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C6" w:rsidRDefault="007E5FC6" w:rsidP="00603A7A">
      <w:pPr>
        <w:pStyle w:val="2"/>
        <w:shd w:val="clear" w:color="auto" w:fill="auto"/>
        <w:tabs>
          <w:tab w:val="left" w:pos="4018"/>
        </w:tabs>
        <w:ind w:firstLine="0"/>
        <w:jc w:val="center"/>
        <w:rPr>
          <w:color w:val="000000"/>
        </w:rPr>
      </w:pPr>
    </w:p>
    <w:p w:rsidR="007E5FC6" w:rsidRDefault="007E5FC6" w:rsidP="00603A7A">
      <w:pPr>
        <w:pStyle w:val="2"/>
        <w:shd w:val="clear" w:color="auto" w:fill="auto"/>
        <w:tabs>
          <w:tab w:val="left" w:pos="4018"/>
        </w:tabs>
        <w:ind w:firstLine="0"/>
        <w:jc w:val="center"/>
        <w:rPr>
          <w:color w:val="000000"/>
        </w:rPr>
      </w:pPr>
    </w:p>
    <w:p w:rsidR="007E5FC6" w:rsidRDefault="007E5FC6" w:rsidP="00603A7A">
      <w:pPr>
        <w:pStyle w:val="2"/>
        <w:shd w:val="clear" w:color="auto" w:fill="auto"/>
        <w:tabs>
          <w:tab w:val="left" w:pos="4018"/>
        </w:tabs>
        <w:ind w:firstLine="0"/>
        <w:jc w:val="center"/>
        <w:rPr>
          <w:color w:val="000000"/>
        </w:rPr>
      </w:pPr>
    </w:p>
    <w:p w:rsidR="007E5FC6" w:rsidRDefault="007E5FC6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 xml:space="preserve"> ДОПОЛНИТЕЛЬНОЕ СОГЛАШЕНИЕ</w:t>
      </w:r>
    </w:p>
    <w:p w:rsidR="007E5FC6" w:rsidRDefault="007E5FC6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16 января 2015 года </w:t>
      </w:r>
    </w:p>
    <w:p w:rsidR="007E5FC6" w:rsidRDefault="007E5FC6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7E5FC6" w:rsidRPr="00603A7A" w:rsidRDefault="007E5FC6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7E5FC6" w:rsidRDefault="007E5FC6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7E5FC6" w:rsidRPr="00603A7A" w:rsidRDefault="007E5FC6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7E5FC6" w:rsidRDefault="007E5FC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E5FC6" w:rsidRPr="00DD2534" w:rsidRDefault="007E5FC6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</w:t>
      </w:r>
      <w:r w:rsidRPr="00603A7A">
        <w:rPr>
          <w:rFonts w:ascii="Times New Roman" w:hAnsi="Times New Roman" w:cs="Times New Roman"/>
        </w:rPr>
        <w:tab/>
      </w:r>
      <w:r w:rsidRPr="00A16633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t xml:space="preserve">   11  </w:t>
      </w:r>
      <w:r w:rsidRPr="00A16633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 xml:space="preserve">     января     </w:t>
      </w:r>
      <w:r>
        <w:rPr>
          <w:rFonts w:ascii="Times New Roman" w:hAnsi="Times New Roman" w:cs="Times New Roman"/>
        </w:rPr>
        <w:t>2016 года</w:t>
      </w:r>
    </w:p>
    <w:p w:rsidR="007E5FC6" w:rsidRDefault="007E5FC6">
      <w:pPr>
        <w:jc w:val="center"/>
        <w:rPr>
          <w:rFonts w:ascii="Times New Roman" w:hAnsi="Times New Roman" w:cs="Times New Roman"/>
        </w:rPr>
      </w:pPr>
    </w:p>
    <w:p w:rsidR="007E5FC6" w:rsidRDefault="007E5FC6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в.и.о.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действующего на основа</w:t>
      </w:r>
      <w:r>
        <w:rPr>
          <w:rFonts w:ascii="Times New Roman" w:hAnsi="Times New Roman" w:cs="Times New Roman"/>
        </w:rPr>
        <w:t>нии Устава,</w:t>
      </w:r>
      <w:r w:rsidRPr="00A443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43220,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№1119, с одной стороны, и М</w:t>
      </w:r>
      <w:r w:rsidRPr="00603A7A">
        <w:rPr>
          <w:rFonts w:ascii="Times New Roman" w:hAnsi="Times New Roman" w:cs="Times New Roman"/>
        </w:rPr>
        <w:t>униципальное бюджетное</w:t>
      </w:r>
      <w:r>
        <w:rPr>
          <w:rFonts w:ascii="Times New Roman" w:hAnsi="Times New Roman" w:cs="Times New Roman"/>
        </w:rPr>
        <w:t xml:space="preserve"> образовательное</w:t>
      </w:r>
      <w:r w:rsidRPr="00603A7A">
        <w:rPr>
          <w:rFonts w:ascii="Times New Roman" w:hAnsi="Times New Roman" w:cs="Times New Roman"/>
        </w:rPr>
        <w:t xml:space="preserve"> учреждение </w:t>
      </w:r>
      <w:r>
        <w:rPr>
          <w:rFonts w:ascii="Times New Roman" w:hAnsi="Times New Roman" w:cs="Times New Roman"/>
        </w:rPr>
        <w:t xml:space="preserve">дополнительного образования детей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Лукашевич Елены Николаевны</w:t>
      </w:r>
      <w:r w:rsidRPr="00603A7A">
        <w:rPr>
          <w:rFonts w:ascii="Times New Roman" w:hAnsi="Times New Roman" w:cs="Times New Roman"/>
        </w:rPr>
        <w:t>, действующей на основании Устава,</w:t>
      </w:r>
      <w:r>
        <w:rPr>
          <w:rFonts w:ascii="Times New Roman" w:hAnsi="Times New Roman" w:cs="Times New Roman"/>
        </w:rPr>
        <w:t xml:space="preserve"> утвержденного Постановлением администрации Мглинского района от 28 мая </w:t>
      </w:r>
      <w:smartTag w:uri="urn:schemas-microsoft-com:office:smarttags" w:element="metricconverter">
        <w:smartTagPr>
          <w:attr w:name="ProductID" w:val="243220, г"/>
        </w:smartTagPr>
        <w:r>
          <w:rPr>
            <w:rFonts w:ascii="Times New Roman" w:hAnsi="Times New Roman" w:cs="Times New Roman"/>
          </w:rPr>
          <w:t>2013 г</w:t>
        </w:r>
      </w:smartTag>
      <w:r>
        <w:rPr>
          <w:rFonts w:ascii="Times New Roman" w:hAnsi="Times New Roman" w:cs="Times New Roman"/>
        </w:rPr>
        <w:t xml:space="preserve">. №315, 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7E5FC6" w:rsidRDefault="007E5FC6" w:rsidP="00603A7A">
      <w:pPr>
        <w:ind w:firstLine="851"/>
        <w:jc w:val="both"/>
        <w:rPr>
          <w:rFonts w:ascii="Times New Roman" w:hAnsi="Times New Roman" w:cs="Times New Roman"/>
        </w:rPr>
      </w:pPr>
    </w:p>
    <w:p w:rsidR="007E5FC6" w:rsidRDefault="007E5FC6" w:rsidP="00BE7FEE">
      <w:pPr>
        <w:ind w:firstLine="851"/>
        <w:jc w:val="both"/>
        <w:rPr>
          <w:rFonts w:ascii="Times New Roman" w:hAnsi="Times New Roman" w:cs="Times New Roman"/>
        </w:rPr>
      </w:pPr>
    </w:p>
    <w:p w:rsidR="007E5FC6" w:rsidRDefault="007E5FC6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7E5FC6" w:rsidRDefault="007E5FC6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16 января 2015 года остаются неизменными и стороны подтверждают под ним свои обязательства.</w:t>
      </w:r>
    </w:p>
    <w:p w:rsidR="007E5FC6" w:rsidRPr="00DD2534" w:rsidRDefault="007E5FC6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7E5FC6" w:rsidRPr="00DD2534" w:rsidRDefault="007E5FC6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7E5FC6" w:rsidRPr="00DD2534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7E5FC6" w:rsidRPr="00DD2534" w:rsidRDefault="007E5FC6" w:rsidP="00BE7FEE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7E5FC6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7E5FC6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>
        <w:rPr>
          <w:rStyle w:val="Exact"/>
          <w:u w:val="none"/>
        </w:rPr>
        <w:t xml:space="preserve">         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7E5FC6" w:rsidRPr="00EE7E71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7E5FC6" w:rsidRPr="00EE7E71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>
        <w:rPr>
          <w:rStyle w:val="Exact"/>
          <w:u w:val="none"/>
        </w:rPr>
        <w:t>Урицкого</w:t>
      </w:r>
      <w:r w:rsidRPr="00EE7E71">
        <w:rPr>
          <w:rStyle w:val="Exact"/>
          <w:u w:val="none"/>
        </w:rPr>
        <w:t xml:space="preserve"> д.</w:t>
      </w:r>
      <w:r>
        <w:rPr>
          <w:rStyle w:val="Exact"/>
          <w:u w:val="none"/>
        </w:rPr>
        <w:t>2</w:t>
      </w:r>
    </w:p>
    <w:p w:rsidR="007E5FC6" w:rsidRPr="00EE7E71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7E5FC6" w:rsidRPr="004854CF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4854CF">
        <w:rPr>
          <w:rStyle w:val="Exact"/>
          <w:u w:val="none"/>
        </w:rPr>
        <w:t xml:space="preserve">ИНН </w:t>
      </w:r>
      <w:r w:rsidRPr="004854CF">
        <w:rPr>
          <w:sz w:val="21"/>
          <w:szCs w:val="21"/>
        </w:rPr>
        <w:t>3220002383</w:t>
      </w:r>
    </w:p>
    <w:p w:rsidR="007E5FC6" w:rsidRPr="004854CF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БИК 041501001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>БИК 041501001</w:t>
      </w:r>
    </w:p>
    <w:p w:rsidR="007E5FC6" w:rsidRPr="004854CF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р/с 40204810400000100126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 xml:space="preserve">р/с </w:t>
      </w:r>
      <w:r w:rsidRPr="004854CF">
        <w:rPr>
          <w:sz w:val="21"/>
          <w:szCs w:val="21"/>
        </w:rPr>
        <w:t>40701810000011000192</w:t>
      </w:r>
    </w:p>
    <w:p w:rsidR="007E5FC6" w:rsidRPr="004854CF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л/с 03273012380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 xml:space="preserve">л/с </w:t>
      </w:r>
      <w:r w:rsidRPr="004854CF">
        <w:rPr>
          <w:sz w:val="21"/>
          <w:szCs w:val="21"/>
        </w:rPr>
        <w:t>20276Ч47440</w:t>
      </w:r>
    </w:p>
    <w:p w:rsidR="007E5FC6" w:rsidRPr="00EE7E71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7E5FC6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МБОУ ДОД Мглинская ДМШ</w:t>
      </w:r>
    </w:p>
    <w:p w:rsidR="007E5FC6" w:rsidRPr="00E65665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sz w:val="20"/>
          <w:szCs w:val="20"/>
        </w:rPr>
      </w:pPr>
      <w:r w:rsidRPr="00E65665">
        <w:rPr>
          <w:sz w:val="20"/>
          <w:szCs w:val="20"/>
        </w:rPr>
        <w:t>отдела культуры</w:t>
      </w:r>
    </w:p>
    <w:p w:rsidR="007E5FC6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______________ Казакова Л.М.</w:t>
      </w:r>
      <w:r>
        <w:tab/>
      </w:r>
      <w:r>
        <w:tab/>
      </w:r>
      <w:r>
        <w:tab/>
        <w:t xml:space="preserve">            _____________ Лукашевич Е.Н.</w:t>
      </w:r>
    </w:p>
    <w:p w:rsidR="007E5FC6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E5FC6" w:rsidRDefault="007E5FC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7E5FC6" w:rsidRPr="00124E0F" w:rsidRDefault="007E5FC6" w:rsidP="00124E0F">
      <w:pPr>
        <w:rPr>
          <w:lang w:eastAsia="en-US"/>
        </w:rPr>
      </w:pPr>
    </w:p>
    <w:p w:rsidR="007E5FC6" w:rsidRPr="00124E0F" w:rsidRDefault="007E5FC6" w:rsidP="00124E0F">
      <w:pPr>
        <w:rPr>
          <w:lang w:eastAsia="en-US"/>
        </w:rPr>
      </w:pPr>
    </w:p>
    <w:p w:rsidR="007E5FC6" w:rsidRPr="00124E0F" w:rsidRDefault="007E5FC6" w:rsidP="00124E0F">
      <w:pPr>
        <w:rPr>
          <w:lang w:eastAsia="en-US"/>
        </w:rPr>
      </w:pPr>
    </w:p>
    <w:p w:rsidR="007E5FC6" w:rsidRPr="00124E0F" w:rsidRDefault="007E5FC6" w:rsidP="00124E0F">
      <w:pPr>
        <w:rPr>
          <w:lang w:eastAsia="en-US"/>
        </w:rPr>
      </w:pPr>
    </w:p>
    <w:p w:rsidR="007E5FC6" w:rsidRDefault="007E5FC6" w:rsidP="00124E0F">
      <w:pPr>
        <w:rPr>
          <w:lang w:eastAsia="en-US"/>
        </w:rPr>
      </w:pPr>
    </w:p>
    <w:p w:rsidR="007E5FC6" w:rsidRDefault="007E5FC6" w:rsidP="00124E0F">
      <w:pPr>
        <w:rPr>
          <w:lang w:eastAsia="en-US"/>
        </w:rPr>
      </w:pPr>
    </w:p>
    <w:p w:rsidR="007E5FC6" w:rsidRDefault="007E5FC6" w:rsidP="00124E0F">
      <w:pPr>
        <w:rPr>
          <w:lang w:eastAsia="en-US"/>
        </w:rPr>
      </w:pPr>
    </w:p>
    <w:p w:rsidR="007E5FC6" w:rsidRDefault="007E5FC6" w:rsidP="00124E0F">
      <w:pPr>
        <w:rPr>
          <w:lang w:eastAsia="en-US"/>
        </w:rPr>
      </w:pPr>
    </w:p>
    <w:sectPr w:rsidR="007E5FC6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D3E30"/>
    <w:rsid w:val="000E5364"/>
    <w:rsid w:val="000F2A8F"/>
    <w:rsid w:val="00124E0F"/>
    <w:rsid w:val="001B6016"/>
    <w:rsid w:val="00254496"/>
    <w:rsid w:val="00255343"/>
    <w:rsid w:val="002F0753"/>
    <w:rsid w:val="003222B0"/>
    <w:rsid w:val="003A6EE4"/>
    <w:rsid w:val="003A7444"/>
    <w:rsid w:val="003E3441"/>
    <w:rsid w:val="003F5246"/>
    <w:rsid w:val="004854CF"/>
    <w:rsid w:val="004A50F5"/>
    <w:rsid w:val="004F2803"/>
    <w:rsid w:val="0051707D"/>
    <w:rsid w:val="005856EC"/>
    <w:rsid w:val="00603A7A"/>
    <w:rsid w:val="00605C65"/>
    <w:rsid w:val="00675FDA"/>
    <w:rsid w:val="0069721E"/>
    <w:rsid w:val="006B7C3D"/>
    <w:rsid w:val="00731652"/>
    <w:rsid w:val="007A3BEC"/>
    <w:rsid w:val="007E29BE"/>
    <w:rsid w:val="007E5FC6"/>
    <w:rsid w:val="00821D33"/>
    <w:rsid w:val="008625CE"/>
    <w:rsid w:val="008B1C06"/>
    <w:rsid w:val="008D180C"/>
    <w:rsid w:val="009277C0"/>
    <w:rsid w:val="009427CE"/>
    <w:rsid w:val="009635C0"/>
    <w:rsid w:val="009D1451"/>
    <w:rsid w:val="00A16633"/>
    <w:rsid w:val="00A40B5B"/>
    <w:rsid w:val="00A44396"/>
    <w:rsid w:val="00A53C37"/>
    <w:rsid w:val="00AD05F3"/>
    <w:rsid w:val="00AD7E61"/>
    <w:rsid w:val="00B02513"/>
    <w:rsid w:val="00BE7FEE"/>
    <w:rsid w:val="00C33D1D"/>
    <w:rsid w:val="00CC1379"/>
    <w:rsid w:val="00CD5F1A"/>
    <w:rsid w:val="00DD2534"/>
    <w:rsid w:val="00DE1361"/>
    <w:rsid w:val="00E134C6"/>
    <w:rsid w:val="00E15FC5"/>
    <w:rsid w:val="00E65665"/>
    <w:rsid w:val="00EE7E71"/>
    <w:rsid w:val="00FC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605C65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605C65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605C65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1</Pages>
  <Words>296</Words>
  <Characters>1691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15</cp:revision>
  <cp:lastPrinted>2016-02-01T11:34:00Z</cp:lastPrinted>
  <dcterms:created xsi:type="dcterms:W3CDTF">2014-08-19T14:12:00Z</dcterms:created>
  <dcterms:modified xsi:type="dcterms:W3CDTF">2016-02-04T05:59:00Z</dcterms:modified>
</cp:coreProperties>
</file>